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94E" w:rsidRPr="00553A87" w:rsidRDefault="0046194E" w:rsidP="00EE75FE">
      <w:pPr>
        <w:jc w:val="center"/>
        <w:rPr>
          <w:b/>
          <w:i/>
          <w:sz w:val="28"/>
          <w:szCs w:val="28"/>
        </w:rPr>
      </w:pPr>
      <w:r w:rsidRPr="00553A87">
        <w:rPr>
          <w:b/>
          <w:i/>
          <w:sz w:val="28"/>
          <w:szCs w:val="28"/>
        </w:rPr>
        <w:t>Blogs Wikis and Google Documents in the Language Arts Classroom</w:t>
      </w:r>
    </w:p>
    <w:p w:rsidR="0046194E" w:rsidRPr="00553A87" w:rsidRDefault="0046194E" w:rsidP="00EE75FE">
      <w:pPr>
        <w:jc w:val="center"/>
        <w:rPr>
          <w:b/>
          <w:i/>
          <w:sz w:val="28"/>
          <w:szCs w:val="28"/>
        </w:rPr>
      </w:pPr>
      <w:r w:rsidRPr="00553A87">
        <w:rPr>
          <w:b/>
          <w:i/>
          <w:sz w:val="28"/>
          <w:szCs w:val="28"/>
        </w:rPr>
        <w:t xml:space="preserve"> Professional Development</w:t>
      </w:r>
    </w:p>
    <w:p w:rsidR="0046194E" w:rsidRPr="00553A87" w:rsidRDefault="0046194E" w:rsidP="00EE75FE">
      <w:pPr>
        <w:jc w:val="center"/>
        <w:rPr>
          <w:b/>
          <w:i/>
          <w:sz w:val="28"/>
          <w:szCs w:val="28"/>
        </w:rPr>
      </w:pPr>
      <w:r w:rsidRPr="00553A87">
        <w:rPr>
          <w:b/>
          <w:i/>
          <w:sz w:val="28"/>
          <w:szCs w:val="28"/>
        </w:rPr>
        <w:t>March 17, 2011</w:t>
      </w:r>
    </w:p>
    <w:p w:rsidR="0046194E" w:rsidRPr="00553A87" w:rsidRDefault="0046194E" w:rsidP="00EE75FE">
      <w:pPr>
        <w:jc w:val="center"/>
        <w:rPr>
          <w:b/>
          <w:i/>
          <w:sz w:val="28"/>
          <w:szCs w:val="28"/>
        </w:rPr>
      </w:pPr>
      <w:r w:rsidRPr="00553A87">
        <w:rPr>
          <w:b/>
          <w:i/>
          <w:sz w:val="28"/>
          <w:szCs w:val="28"/>
        </w:rPr>
        <w:t>Agenda</w:t>
      </w:r>
    </w:p>
    <w:p w:rsidR="0046194E" w:rsidRPr="00553A87" w:rsidRDefault="0046194E" w:rsidP="00553A87">
      <w:pPr>
        <w:rPr>
          <w:b/>
          <w:i/>
          <w:sz w:val="24"/>
          <w:szCs w:val="24"/>
        </w:rPr>
      </w:pPr>
      <w:r w:rsidRPr="00553A87">
        <w:rPr>
          <w:b/>
          <w:i/>
          <w:sz w:val="24"/>
          <w:szCs w:val="24"/>
        </w:rPr>
        <w:t>Welcome/Introductions</w:t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  <w:t>4:00-4:10</w:t>
      </w:r>
    </w:p>
    <w:p w:rsidR="0046194E" w:rsidRPr="00553A87" w:rsidRDefault="0046194E" w:rsidP="00553A87">
      <w:pPr>
        <w:rPr>
          <w:b/>
          <w:i/>
          <w:sz w:val="24"/>
          <w:szCs w:val="24"/>
        </w:rPr>
      </w:pPr>
    </w:p>
    <w:p w:rsidR="0046194E" w:rsidRPr="00553A87" w:rsidRDefault="0046194E" w:rsidP="00553A87">
      <w:pPr>
        <w:rPr>
          <w:b/>
          <w:i/>
          <w:sz w:val="24"/>
          <w:szCs w:val="24"/>
        </w:rPr>
      </w:pPr>
      <w:r w:rsidRPr="00553A87">
        <w:rPr>
          <w:b/>
          <w:i/>
          <w:sz w:val="24"/>
          <w:szCs w:val="24"/>
        </w:rPr>
        <w:t>“Let’s Join a Wiki”</w:t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  <w:t>4:10-4:20</w:t>
      </w:r>
    </w:p>
    <w:p w:rsidR="0046194E" w:rsidRPr="00553A87" w:rsidRDefault="0046194E" w:rsidP="00553A87">
      <w:pPr>
        <w:rPr>
          <w:b/>
          <w:i/>
          <w:sz w:val="24"/>
          <w:szCs w:val="24"/>
        </w:rPr>
      </w:pPr>
    </w:p>
    <w:p w:rsidR="0046194E" w:rsidRPr="00553A87" w:rsidRDefault="0046194E" w:rsidP="00553A87">
      <w:pPr>
        <w:rPr>
          <w:b/>
          <w:i/>
          <w:sz w:val="24"/>
          <w:szCs w:val="24"/>
        </w:rPr>
      </w:pPr>
      <w:r w:rsidRPr="00553A87">
        <w:rPr>
          <w:b/>
          <w:i/>
          <w:sz w:val="24"/>
          <w:szCs w:val="24"/>
        </w:rPr>
        <w:t>Background Information on Blogs</w:t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  <w:t>4:00-4:25</w:t>
      </w:r>
    </w:p>
    <w:p w:rsidR="0046194E" w:rsidRPr="00553A87" w:rsidRDefault="0046194E" w:rsidP="00553A87">
      <w:pPr>
        <w:rPr>
          <w:b/>
          <w:i/>
          <w:sz w:val="24"/>
          <w:szCs w:val="24"/>
        </w:rPr>
      </w:pPr>
    </w:p>
    <w:p w:rsidR="0046194E" w:rsidRPr="00553A87" w:rsidRDefault="0046194E" w:rsidP="00553A87">
      <w:pPr>
        <w:rPr>
          <w:b/>
          <w:i/>
          <w:sz w:val="24"/>
          <w:szCs w:val="24"/>
        </w:rPr>
      </w:pPr>
      <w:r w:rsidRPr="00553A87">
        <w:rPr>
          <w:b/>
          <w:i/>
          <w:sz w:val="24"/>
          <w:szCs w:val="24"/>
        </w:rPr>
        <w:t>Blog Activity</w:t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  <w:t>4:25:4:35</w:t>
      </w:r>
    </w:p>
    <w:p w:rsidR="0046194E" w:rsidRPr="00553A87" w:rsidRDefault="0046194E" w:rsidP="00553A87">
      <w:pPr>
        <w:rPr>
          <w:b/>
          <w:i/>
          <w:sz w:val="24"/>
          <w:szCs w:val="24"/>
        </w:rPr>
      </w:pPr>
    </w:p>
    <w:p w:rsidR="0046194E" w:rsidRPr="00553A87" w:rsidRDefault="0046194E" w:rsidP="00553A87">
      <w:pPr>
        <w:rPr>
          <w:b/>
          <w:i/>
          <w:sz w:val="24"/>
          <w:szCs w:val="24"/>
        </w:rPr>
      </w:pPr>
      <w:r w:rsidRPr="00553A87">
        <w:rPr>
          <w:b/>
          <w:i/>
          <w:sz w:val="24"/>
          <w:szCs w:val="24"/>
        </w:rPr>
        <w:t>Background Information on Wikis</w:t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  <w:t>4:35-4:40</w:t>
      </w:r>
    </w:p>
    <w:p w:rsidR="0046194E" w:rsidRPr="00553A87" w:rsidRDefault="0046194E" w:rsidP="00553A87">
      <w:pPr>
        <w:rPr>
          <w:b/>
          <w:i/>
          <w:sz w:val="24"/>
          <w:szCs w:val="24"/>
        </w:rPr>
      </w:pPr>
    </w:p>
    <w:p w:rsidR="0046194E" w:rsidRPr="00553A87" w:rsidRDefault="0046194E" w:rsidP="00553A87">
      <w:pPr>
        <w:rPr>
          <w:b/>
          <w:i/>
          <w:sz w:val="24"/>
          <w:szCs w:val="24"/>
        </w:rPr>
      </w:pPr>
      <w:r w:rsidRPr="00553A87">
        <w:rPr>
          <w:b/>
          <w:i/>
          <w:sz w:val="24"/>
          <w:szCs w:val="24"/>
        </w:rPr>
        <w:t xml:space="preserve">Break </w:t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  <w:t>4:45-4:55</w:t>
      </w:r>
    </w:p>
    <w:p w:rsidR="0046194E" w:rsidRDefault="0046194E" w:rsidP="00553A87">
      <w:pPr>
        <w:rPr>
          <w:b/>
          <w:i/>
          <w:sz w:val="24"/>
          <w:szCs w:val="24"/>
        </w:rPr>
      </w:pPr>
    </w:p>
    <w:p w:rsidR="0046194E" w:rsidRPr="00553A87" w:rsidRDefault="0046194E" w:rsidP="00553A87">
      <w:pPr>
        <w:rPr>
          <w:b/>
          <w:i/>
          <w:sz w:val="24"/>
          <w:szCs w:val="24"/>
        </w:rPr>
      </w:pPr>
      <w:r w:rsidRPr="00553A87">
        <w:rPr>
          <w:b/>
          <w:i/>
          <w:sz w:val="24"/>
          <w:szCs w:val="24"/>
        </w:rPr>
        <w:t>Wiki Activity</w:t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  <w:t>4:55-5:05</w:t>
      </w:r>
    </w:p>
    <w:p w:rsidR="0046194E" w:rsidRPr="00553A87" w:rsidRDefault="0046194E" w:rsidP="00553A87">
      <w:pPr>
        <w:rPr>
          <w:b/>
          <w:i/>
          <w:sz w:val="24"/>
          <w:szCs w:val="24"/>
        </w:rPr>
      </w:pPr>
    </w:p>
    <w:p w:rsidR="0046194E" w:rsidRPr="00553A87" w:rsidRDefault="0046194E" w:rsidP="00553A87">
      <w:pPr>
        <w:rPr>
          <w:b/>
          <w:i/>
          <w:sz w:val="24"/>
          <w:szCs w:val="24"/>
        </w:rPr>
      </w:pPr>
      <w:r w:rsidRPr="00553A87">
        <w:rPr>
          <w:b/>
          <w:i/>
          <w:sz w:val="24"/>
          <w:szCs w:val="24"/>
        </w:rPr>
        <w:t>Background Information on Google Documents</w:t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  <w:t>5:05-5:10</w:t>
      </w:r>
    </w:p>
    <w:p w:rsidR="0046194E" w:rsidRPr="00553A87" w:rsidRDefault="0046194E" w:rsidP="00553A87">
      <w:pPr>
        <w:rPr>
          <w:b/>
          <w:i/>
          <w:sz w:val="24"/>
          <w:szCs w:val="24"/>
        </w:rPr>
      </w:pPr>
    </w:p>
    <w:p w:rsidR="0046194E" w:rsidRPr="00553A87" w:rsidRDefault="0046194E" w:rsidP="00553A87">
      <w:pPr>
        <w:rPr>
          <w:b/>
          <w:i/>
          <w:sz w:val="24"/>
          <w:szCs w:val="24"/>
        </w:rPr>
      </w:pPr>
      <w:r w:rsidRPr="00553A87">
        <w:rPr>
          <w:b/>
          <w:i/>
          <w:sz w:val="24"/>
          <w:szCs w:val="24"/>
        </w:rPr>
        <w:t>Google Documents Activity</w:t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  <w:t>5:10-5:20</w:t>
      </w:r>
    </w:p>
    <w:p w:rsidR="0046194E" w:rsidRDefault="0046194E" w:rsidP="00553A87">
      <w:pPr>
        <w:rPr>
          <w:b/>
          <w:i/>
          <w:sz w:val="24"/>
          <w:szCs w:val="24"/>
        </w:rPr>
      </w:pPr>
    </w:p>
    <w:p w:rsidR="0046194E" w:rsidRPr="00553A87" w:rsidRDefault="0046194E" w:rsidP="00553A87">
      <w:pPr>
        <w:rPr>
          <w:b/>
          <w:i/>
          <w:sz w:val="24"/>
          <w:szCs w:val="24"/>
        </w:rPr>
      </w:pPr>
      <w:r w:rsidRPr="00553A87">
        <w:rPr>
          <w:b/>
          <w:i/>
          <w:sz w:val="24"/>
          <w:szCs w:val="24"/>
        </w:rPr>
        <w:t>“Home Stretch”</w:t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</w:r>
      <w:r w:rsidRPr="00553A87">
        <w:rPr>
          <w:b/>
          <w:i/>
          <w:sz w:val="24"/>
          <w:szCs w:val="24"/>
        </w:rPr>
        <w:tab/>
        <w:t>5:20-5:40</w:t>
      </w:r>
    </w:p>
    <w:p w:rsidR="0046194E" w:rsidRPr="00553A87" w:rsidRDefault="0046194E" w:rsidP="00553A87">
      <w:pPr>
        <w:rPr>
          <w:b/>
          <w:i/>
          <w:sz w:val="24"/>
          <w:szCs w:val="24"/>
        </w:rPr>
      </w:pPr>
      <w:r w:rsidRPr="00553A87">
        <w:rPr>
          <w:b/>
          <w:i/>
          <w:sz w:val="24"/>
          <w:szCs w:val="24"/>
        </w:rPr>
        <w:t>Closure/Evaluation</w:t>
      </w:r>
    </w:p>
    <w:p w:rsidR="0046194E" w:rsidRPr="00553A87" w:rsidRDefault="0046194E" w:rsidP="00553A87">
      <w:pPr>
        <w:rPr>
          <w:sz w:val="24"/>
          <w:szCs w:val="24"/>
        </w:rPr>
      </w:pPr>
    </w:p>
    <w:p w:rsidR="0046194E" w:rsidRPr="00553A87" w:rsidRDefault="0046194E" w:rsidP="00553A87">
      <w:pPr>
        <w:rPr>
          <w:sz w:val="24"/>
          <w:szCs w:val="24"/>
        </w:rPr>
      </w:pPr>
    </w:p>
    <w:p w:rsidR="0046194E" w:rsidRPr="00553A87" w:rsidRDefault="0046194E" w:rsidP="00553A87">
      <w:r w:rsidRPr="00553A87">
        <w:t xml:space="preserve"> </w:t>
      </w:r>
    </w:p>
    <w:sectPr w:rsidR="0046194E" w:rsidRPr="00553A87" w:rsidSect="00D32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5FE"/>
    <w:rsid w:val="001F2FE7"/>
    <w:rsid w:val="004142BD"/>
    <w:rsid w:val="0046194E"/>
    <w:rsid w:val="004E2690"/>
    <w:rsid w:val="00553A87"/>
    <w:rsid w:val="00791063"/>
    <w:rsid w:val="00A206D4"/>
    <w:rsid w:val="00A44812"/>
    <w:rsid w:val="00D3202B"/>
    <w:rsid w:val="00ED716C"/>
    <w:rsid w:val="00EE7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02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78</Words>
  <Characters>445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</dc:creator>
  <cp:keywords/>
  <dc:description/>
  <cp:lastModifiedBy>Cumberland County Schools</cp:lastModifiedBy>
  <cp:revision>3</cp:revision>
  <dcterms:created xsi:type="dcterms:W3CDTF">2011-02-24T04:03:00Z</dcterms:created>
  <dcterms:modified xsi:type="dcterms:W3CDTF">2011-03-17T19:21:00Z</dcterms:modified>
</cp:coreProperties>
</file>